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23" w:rsidRPr="00912394" w:rsidRDefault="00C67F23">
      <w:pPr>
        <w:rPr>
          <w:sz w:val="36"/>
        </w:rPr>
      </w:pPr>
      <w:r w:rsidRPr="00912394">
        <w:rPr>
          <w:sz w:val="36"/>
        </w:rPr>
        <w:t xml:space="preserve">Integumentary System: Structure and function Key Vocabulary </w:t>
      </w:r>
    </w:p>
    <w:p w:rsidR="00C67F23" w:rsidRDefault="00C67F23" w:rsidP="0026335D">
      <w:pPr>
        <w:pStyle w:val="ListParagraph"/>
        <w:numPr>
          <w:ilvl w:val="0"/>
          <w:numId w:val="2"/>
        </w:numPr>
        <w:rPr>
          <w:sz w:val="36"/>
        </w:rPr>
      </w:pPr>
      <w:r w:rsidRPr="00011A42">
        <w:rPr>
          <w:b/>
          <w:sz w:val="36"/>
          <w:u w:val="single"/>
        </w:rPr>
        <w:t>Epidermis</w:t>
      </w:r>
      <w:r w:rsidRPr="00011A42">
        <w:rPr>
          <w:b/>
          <w:sz w:val="36"/>
        </w:rPr>
        <w:t xml:space="preserve"> –</w:t>
      </w:r>
      <w:r>
        <w:rPr>
          <w:b/>
          <w:sz w:val="36"/>
        </w:rPr>
        <w:t xml:space="preserve"> </w:t>
      </w:r>
      <w:r>
        <w:rPr>
          <w:sz w:val="36"/>
        </w:rPr>
        <w:t>the outermost layer of skin</w:t>
      </w:r>
    </w:p>
    <w:p w:rsidR="00C67F23" w:rsidRDefault="00C67F23" w:rsidP="0026335D">
      <w:pPr>
        <w:pStyle w:val="ListParagraph"/>
        <w:numPr>
          <w:ilvl w:val="0"/>
          <w:numId w:val="2"/>
        </w:numPr>
        <w:rPr>
          <w:sz w:val="36"/>
        </w:rPr>
      </w:pPr>
      <w:r w:rsidRPr="00011A42">
        <w:rPr>
          <w:b/>
          <w:sz w:val="36"/>
          <w:u w:val="single"/>
        </w:rPr>
        <w:t>Dermis</w:t>
      </w:r>
      <w:r w:rsidRPr="00011A42">
        <w:rPr>
          <w:b/>
          <w:sz w:val="36"/>
        </w:rPr>
        <w:t xml:space="preserve"> –</w:t>
      </w:r>
      <w:r>
        <w:rPr>
          <w:b/>
          <w:sz w:val="36"/>
        </w:rPr>
        <w:t xml:space="preserve"> </w:t>
      </w:r>
      <w:r>
        <w:rPr>
          <w:sz w:val="36"/>
        </w:rPr>
        <w:t>the inner layer of skin</w:t>
      </w:r>
    </w:p>
    <w:p w:rsidR="00C67F23" w:rsidRDefault="00C67F23" w:rsidP="0026335D">
      <w:pPr>
        <w:pStyle w:val="ListParagraph"/>
        <w:numPr>
          <w:ilvl w:val="0"/>
          <w:numId w:val="2"/>
        </w:numPr>
        <w:rPr>
          <w:sz w:val="36"/>
        </w:rPr>
      </w:pPr>
      <w:r w:rsidRPr="00011A42">
        <w:rPr>
          <w:b/>
          <w:sz w:val="36"/>
          <w:u w:val="single"/>
        </w:rPr>
        <w:t>Hypodermis</w:t>
      </w:r>
      <w:r w:rsidRPr="00011A42">
        <w:rPr>
          <w:b/>
          <w:sz w:val="36"/>
        </w:rPr>
        <w:t xml:space="preserve"> –</w:t>
      </w:r>
      <w:r>
        <w:rPr>
          <w:sz w:val="36"/>
        </w:rPr>
        <w:t xml:space="preserve"> the innermost layer of skin</w:t>
      </w:r>
    </w:p>
    <w:p w:rsidR="00C67F23" w:rsidRPr="0026335D" w:rsidRDefault="00C67F23" w:rsidP="0026335D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Keratinocytes</w:t>
      </w:r>
      <w:r w:rsidRPr="00011A42">
        <w:rPr>
          <w:b/>
          <w:sz w:val="36"/>
        </w:rPr>
        <w:t xml:space="preserve"> –</w:t>
      </w:r>
      <w:r>
        <w:rPr>
          <w:sz w:val="36"/>
        </w:rPr>
        <w:t xml:space="preserve"> </w:t>
      </w:r>
      <w:r w:rsidRPr="0019542F">
        <w:rPr>
          <w:sz w:val="36"/>
        </w:rPr>
        <w:t>the major constituent of the epidermis</w:t>
      </w:r>
      <w:r>
        <w:rPr>
          <w:sz w:val="36"/>
        </w:rPr>
        <w:t xml:space="preserve"> while it produce keratin proteins</w:t>
      </w:r>
    </w:p>
    <w:p w:rsidR="00C67F23" w:rsidRDefault="00C67F23" w:rsidP="0026335D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Melanocytes</w:t>
      </w:r>
      <w:r w:rsidRPr="00011A42">
        <w:rPr>
          <w:b/>
          <w:sz w:val="36"/>
        </w:rPr>
        <w:t xml:space="preserve"> –</w:t>
      </w:r>
      <w:r>
        <w:rPr>
          <w:sz w:val="36"/>
        </w:rPr>
        <w:t xml:space="preserve"> </w:t>
      </w:r>
      <w:r w:rsidRPr="0019542F">
        <w:rPr>
          <w:sz w:val="36"/>
        </w:rPr>
        <w:t>melanin-producing ce</w:t>
      </w:r>
      <w:r>
        <w:rPr>
          <w:sz w:val="36"/>
        </w:rPr>
        <w:t xml:space="preserve">lls located in the bottom layer of </w:t>
      </w:r>
      <w:r w:rsidRPr="0019542F">
        <w:rPr>
          <w:sz w:val="36"/>
        </w:rPr>
        <w:t>the skin's epidermis</w:t>
      </w:r>
    </w:p>
    <w:p w:rsidR="00C67F23" w:rsidRPr="0019542F" w:rsidRDefault="00C67F23" w:rsidP="0026335D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Sweat glands</w:t>
      </w:r>
      <w:r w:rsidRPr="00011A42">
        <w:rPr>
          <w:b/>
          <w:sz w:val="36"/>
        </w:rPr>
        <w:t xml:space="preserve"> –</w:t>
      </w:r>
      <w:r>
        <w:rPr>
          <w:sz w:val="36"/>
        </w:rPr>
        <w:t xml:space="preserve"> </w:t>
      </w:r>
      <w:r w:rsidRPr="0019542F">
        <w:rPr>
          <w:sz w:val="36"/>
        </w:rPr>
        <w:t>produce sweat</w:t>
      </w:r>
    </w:p>
    <w:p w:rsidR="00C67F23" w:rsidRPr="0026335D" w:rsidRDefault="00C67F23" w:rsidP="0026335D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Langerhans cells</w:t>
      </w:r>
      <w:r w:rsidRPr="00011A42">
        <w:rPr>
          <w:b/>
          <w:sz w:val="36"/>
        </w:rPr>
        <w:t xml:space="preserve"> –</w:t>
      </w:r>
      <w:r>
        <w:rPr>
          <w:sz w:val="36"/>
        </w:rPr>
        <w:t xml:space="preserve"> fight pathogens when skin is infected</w:t>
      </w:r>
    </w:p>
    <w:p w:rsidR="00C67F23" w:rsidRDefault="00C67F23" w:rsidP="0026335D">
      <w:pPr>
        <w:pStyle w:val="ListParagraph"/>
        <w:numPr>
          <w:ilvl w:val="0"/>
          <w:numId w:val="2"/>
        </w:numPr>
        <w:rPr>
          <w:sz w:val="36"/>
        </w:rPr>
      </w:pPr>
      <w:r w:rsidRPr="00011A42">
        <w:rPr>
          <w:b/>
          <w:sz w:val="36"/>
        </w:rPr>
        <w:t>Hair follicle –</w:t>
      </w:r>
      <w:r>
        <w:rPr>
          <w:sz w:val="36"/>
        </w:rPr>
        <w:t xml:space="preserve"> </w:t>
      </w:r>
      <w:r w:rsidRPr="00BD66BD">
        <w:rPr>
          <w:sz w:val="36"/>
        </w:rPr>
        <w:t>a part of the skin that grows hai</w:t>
      </w:r>
      <w:r>
        <w:rPr>
          <w:sz w:val="36"/>
        </w:rPr>
        <w:t>r by packing old cells together</w:t>
      </w:r>
      <w:r w:rsidRPr="00BD66BD">
        <w:rPr>
          <w:sz w:val="36"/>
        </w:rPr>
        <w:t xml:space="preserve"> </w:t>
      </w:r>
    </w:p>
    <w:p w:rsidR="00C67F23" w:rsidRDefault="00C67F23" w:rsidP="0026335D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Collagen and elastin</w:t>
      </w:r>
      <w:r w:rsidRPr="00011A42">
        <w:rPr>
          <w:b/>
          <w:sz w:val="36"/>
        </w:rPr>
        <w:t xml:space="preserve"> –</w:t>
      </w:r>
      <w:r>
        <w:rPr>
          <w:sz w:val="36"/>
        </w:rPr>
        <w:t xml:space="preserve"> </w:t>
      </w:r>
      <w:r w:rsidRPr="00BD66BD">
        <w:rPr>
          <w:sz w:val="36"/>
        </w:rPr>
        <w:t>two proteins which constitute dermis while giving elasticity and strength to skin</w:t>
      </w:r>
    </w:p>
    <w:p w:rsidR="00C67F23" w:rsidRDefault="00C67F23" w:rsidP="00BD66BD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Sensory receptor</w:t>
      </w:r>
      <w:r w:rsidRPr="00011A42">
        <w:rPr>
          <w:b/>
          <w:sz w:val="36"/>
        </w:rPr>
        <w:t xml:space="preserve"> -</w:t>
      </w:r>
      <w:r w:rsidRPr="00BD66BD">
        <w:rPr>
          <w:sz w:val="36"/>
        </w:rPr>
        <w:t xml:space="preserve"> a sensory nerve ending that recognizes </w:t>
      </w:r>
      <w:r>
        <w:rPr>
          <w:sz w:val="36"/>
        </w:rPr>
        <w:t xml:space="preserve">        </w:t>
      </w:r>
      <w:r w:rsidRPr="00BD66BD">
        <w:rPr>
          <w:sz w:val="36"/>
        </w:rPr>
        <w:t>a stimulus in the internal or external environment of an organism.</w:t>
      </w:r>
    </w:p>
    <w:p w:rsidR="00C67F23" w:rsidRDefault="00C67F23" w:rsidP="005E6D12">
      <w:pPr>
        <w:pStyle w:val="ListParagraph"/>
        <w:rPr>
          <w:sz w:val="36"/>
        </w:rPr>
      </w:pPr>
    </w:p>
    <w:p w:rsidR="00C67F23" w:rsidRDefault="00C67F23" w:rsidP="005E6D12">
      <w:pPr>
        <w:pStyle w:val="ListParagraph"/>
        <w:rPr>
          <w:sz w:val="36"/>
        </w:rPr>
      </w:pPr>
      <w:r>
        <w:rPr>
          <w:sz w:val="36"/>
        </w:rPr>
        <w:t>Diseases/ Disorders: Key Vocabulary</w:t>
      </w:r>
    </w:p>
    <w:p w:rsidR="00C67F23" w:rsidRDefault="00C67F23" w:rsidP="00BD66BD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Alopecia Areata</w:t>
      </w:r>
      <w:r w:rsidRPr="00011A42">
        <w:rPr>
          <w:b/>
          <w:sz w:val="36"/>
        </w:rPr>
        <w:t xml:space="preserve"> –</w:t>
      </w:r>
      <w:r>
        <w:rPr>
          <w:sz w:val="36"/>
        </w:rPr>
        <w:t xml:space="preserve"> disease in which the immune system attacks the hair follicles resulting in baldness</w:t>
      </w:r>
    </w:p>
    <w:p w:rsidR="00C67F23" w:rsidRDefault="00C67F23" w:rsidP="00011A42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Psoriasis</w:t>
      </w:r>
      <w:r w:rsidRPr="00C926B0">
        <w:rPr>
          <w:b/>
          <w:sz w:val="36"/>
        </w:rPr>
        <w:t xml:space="preserve"> </w:t>
      </w:r>
      <w:r w:rsidRPr="00011A42">
        <w:rPr>
          <w:b/>
          <w:sz w:val="36"/>
        </w:rPr>
        <w:t>–</w:t>
      </w:r>
      <w:r>
        <w:rPr>
          <w:sz w:val="36"/>
        </w:rPr>
        <w:t xml:space="preserve"> disease in which people obtain lesions called psoriatic plaques due to inflammation of the skin</w:t>
      </w:r>
    </w:p>
    <w:p w:rsidR="00C67F23" w:rsidRDefault="00C67F23" w:rsidP="00011A42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Warts</w:t>
      </w:r>
      <w:r w:rsidRPr="00C926B0">
        <w:rPr>
          <w:b/>
          <w:sz w:val="36"/>
        </w:rPr>
        <w:t xml:space="preserve"> –</w:t>
      </w:r>
      <w:r>
        <w:rPr>
          <w:sz w:val="36"/>
        </w:rPr>
        <w:t xml:space="preserve"> disorder in which you get small, rough tumors on top of skin; very contagious</w:t>
      </w:r>
    </w:p>
    <w:p w:rsidR="00C67F23" w:rsidRDefault="00C67F23" w:rsidP="00011A42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Dermatitis</w:t>
      </w:r>
      <w:r w:rsidRPr="00C926B0">
        <w:rPr>
          <w:b/>
          <w:sz w:val="36"/>
        </w:rPr>
        <w:t xml:space="preserve"> – </w:t>
      </w:r>
      <w:r>
        <w:rPr>
          <w:sz w:val="36"/>
        </w:rPr>
        <w:t>redness or swelling of the skin due to inflammation, similar to Psoriasis</w:t>
      </w:r>
    </w:p>
    <w:p w:rsidR="00C67F23" w:rsidRDefault="00C67F23" w:rsidP="00011A42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Athlete’s Foot</w:t>
      </w:r>
      <w:r w:rsidRPr="00C926B0">
        <w:rPr>
          <w:b/>
          <w:sz w:val="36"/>
        </w:rPr>
        <w:t xml:space="preserve"> –</w:t>
      </w:r>
      <w:r>
        <w:rPr>
          <w:sz w:val="36"/>
        </w:rPr>
        <w:t xml:space="preserve"> a fungal infection that usually attacks the foot causing flaking and itching</w:t>
      </w:r>
    </w:p>
    <w:p w:rsidR="00C67F23" w:rsidRDefault="00C67F23" w:rsidP="00011A42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Auto-immune Disease</w:t>
      </w:r>
      <w:r w:rsidRPr="00C926B0">
        <w:rPr>
          <w:b/>
          <w:sz w:val="36"/>
        </w:rPr>
        <w:t xml:space="preserve"> –</w:t>
      </w:r>
      <w:r>
        <w:rPr>
          <w:sz w:val="36"/>
        </w:rPr>
        <w:t xml:space="preserve"> a disease resulting from a disordered immune reaction causing antibodies to attack one’s own body</w:t>
      </w:r>
    </w:p>
    <w:p w:rsidR="00C67F23" w:rsidRDefault="00C67F23" w:rsidP="00011A42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Inflammation</w:t>
      </w:r>
      <w:r w:rsidRPr="00C926B0">
        <w:rPr>
          <w:b/>
          <w:sz w:val="36"/>
        </w:rPr>
        <w:t xml:space="preserve"> –</w:t>
      </w:r>
      <w:r>
        <w:rPr>
          <w:sz w:val="36"/>
        </w:rPr>
        <w:t xml:space="preserve"> redness, swelling, or pain on one or more areas of the body</w:t>
      </w:r>
    </w:p>
    <w:p w:rsidR="00C67F23" w:rsidRDefault="00C67F23" w:rsidP="00011A42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 xml:space="preserve">Fungal Infection </w:t>
      </w:r>
      <w:r w:rsidRPr="00C926B0">
        <w:rPr>
          <w:b/>
          <w:sz w:val="36"/>
        </w:rPr>
        <w:t>–</w:t>
      </w:r>
      <w:r>
        <w:rPr>
          <w:sz w:val="36"/>
        </w:rPr>
        <w:t xml:space="preserve"> an infection of the body due to a fungus</w:t>
      </w:r>
    </w:p>
    <w:p w:rsidR="00C67F23" w:rsidRDefault="00C67F23" w:rsidP="00011A42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Lesions</w:t>
      </w:r>
      <w:r w:rsidRPr="00C926B0">
        <w:rPr>
          <w:b/>
          <w:sz w:val="36"/>
        </w:rPr>
        <w:t xml:space="preserve"> –</w:t>
      </w:r>
      <w:r>
        <w:rPr>
          <w:sz w:val="36"/>
        </w:rPr>
        <w:t xml:space="preserve"> an injury or wound; area of diseased tissue</w:t>
      </w:r>
    </w:p>
    <w:p w:rsidR="00C67F23" w:rsidRDefault="00C67F23" w:rsidP="008371BF">
      <w:pPr>
        <w:pStyle w:val="ListParagraph"/>
        <w:numPr>
          <w:ilvl w:val="0"/>
          <w:numId w:val="2"/>
        </w:numPr>
        <w:rPr>
          <w:sz w:val="36"/>
        </w:rPr>
      </w:pPr>
      <w:r w:rsidRPr="00C926B0">
        <w:rPr>
          <w:b/>
          <w:sz w:val="36"/>
          <w:u w:val="single"/>
        </w:rPr>
        <w:t>Tumor</w:t>
      </w:r>
      <w:r w:rsidRPr="00C926B0">
        <w:rPr>
          <w:b/>
          <w:sz w:val="36"/>
        </w:rPr>
        <w:t xml:space="preserve"> –</w:t>
      </w:r>
      <w:r>
        <w:rPr>
          <w:sz w:val="36"/>
        </w:rPr>
        <w:t xml:space="preserve"> swollen part of the body; interior or exterior</w:t>
      </w:r>
    </w:p>
    <w:p w:rsidR="00C67F23" w:rsidRDefault="00C67F23" w:rsidP="008371BF">
      <w:pPr>
        <w:pStyle w:val="ListParagraph"/>
        <w:rPr>
          <w:sz w:val="36"/>
        </w:rPr>
      </w:pPr>
    </w:p>
    <w:p w:rsidR="00C67F23" w:rsidRDefault="00C67F23" w:rsidP="008371BF">
      <w:pPr>
        <w:pStyle w:val="ListParagraph"/>
        <w:rPr>
          <w:sz w:val="36"/>
        </w:rPr>
      </w:pPr>
      <w:r>
        <w:rPr>
          <w:sz w:val="36"/>
        </w:rPr>
        <w:t>Sudden Illnesses and First Aid</w:t>
      </w:r>
    </w:p>
    <w:p w:rsidR="00C67F23" w:rsidRDefault="00C67F23" w:rsidP="008371BF">
      <w:pPr>
        <w:pStyle w:val="ListParagraph"/>
        <w:rPr>
          <w:sz w:val="36"/>
        </w:rPr>
      </w:pPr>
    </w:p>
    <w:p w:rsidR="00C67F23" w:rsidRPr="00AB790A" w:rsidRDefault="00C67F23" w:rsidP="008371BF">
      <w:pPr>
        <w:rPr>
          <w:sz w:val="36"/>
          <w:szCs w:val="36"/>
        </w:rPr>
      </w:pPr>
      <w:r>
        <w:rPr>
          <w:sz w:val="36"/>
          <w:szCs w:val="36"/>
        </w:rPr>
        <w:t>2</w:t>
      </w:r>
      <w:r w:rsidRPr="008371BF">
        <w:rPr>
          <w:sz w:val="36"/>
          <w:szCs w:val="36"/>
        </w:rPr>
        <w:t>1.</w:t>
      </w:r>
      <w:r>
        <w:rPr>
          <w:sz w:val="36"/>
          <w:szCs w:val="36"/>
        </w:rPr>
        <w:t xml:space="preserve"> </w:t>
      </w:r>
      <w:r w:rsidRPr="00AB790A">
        <w:rPr>
          <w:b/>
          <w:sz w:val="36"/>
          <w:szCs w:val="36"/>
          <w:u w:val="single"/>
        </w:rPr>
        <w:t>Puncture</w:t>
      </w:r>
      <w:r>
        <w:rPr>
          <w:sz w:val="36"/>
          <w:szCs w:val="36"/>
        </w:rPr>
        <w:t xml:space="preserve"> -</w:t>
      </w:r>
      <w:r w:rsidRPr="00AB790A">
        <w:rPr>
          <w:sz w:val="36"/>
          <w:szCs w:val="36"/>
        </w:rPr>
        <w:t xml:space="preserve"> the act of piercing or perforating, as with a pointed instrument or object. </w:t>
      </w:r>
    </w:p>
    <w:p w:rsidR="00C67F23" w:rsidRPr="00AB790A" w:rsidRDefault="00C67F23" w:rsidP="008371BF">
      <w:pPr>
        <w:rPr>
          <w:color w:val="333333"/>
          <w:sz w:val="36"/>
          <w:szCs w:val="36"/>
        </w:rPr>
      </w:pPr>
      <w:r w:rsidRPr="008371BF">
        <w:rPr>
          <w:sz w:val="36"/>
          <w:szCs w:val="36"/>
        </w:rPr>
        <w:t>22.</w:t>
      </w:r>
      <w:r w:rsidRPr="00AB790A">
        <w:rPr>
          <w:b/>
          <w:sz w:val="36"/>
          <w:szCs w:val="36"/>
          <w:u w:val="single"/>
        </w:rPr>
        <w:t>Burn</w:t>
      </w:r>
      <w:r>
        <w:rPr>
          <w:sz w:val="36"/>
          <w:szCs w:val="36"/>
        </w:rPr>
        <w:t xml:space="preserve"> -</w:t>
      </w:r>
      <w:r w:rsidRPr="00AB790A">
        <w:rPr>
          <w:sz w:val="36"/>
          <w:szCs w:val="36"/>
        </w:rPr>
        <w:t xml:space="preserve"> </w:t>
      </w:r>
      <w:r w:rsidRPr="00AB790A">
        <w:rPr>
          <w:color w:val="333333"/>
          <w:sz w:val="36"/>
          <w:szCs w:val="36"/>
        </w:rPr>
        <w:t>to undergo rapid combustion or consume fuel in such a way as to give off heat, gases, and, usually, light;</w:t>
      </w:r>
    </w:p>
    <w:p w:rsidR="00C67F23" w:rsidRPr="00AB790A" w:rsidRDefault="00C67F23" w:rsidP="008371BF">
      <w:pPr>
        <w:rPr>
          <w:color w:val="333333"/>
          <w:sz w:val="36"/>
          <w:szCs w:val="36"/>
        </w:rPr>
      </w:pPr>
      <w:r>
        <w:rPr>
          <w:color w:val="333333"/>
          <w:sz w:val="36"/>
          <w:szCs w:val="36"/>
        </w:rPr>
        <w:t xml:space="preserve">23. </w:t>
      </w:r>
      <w:r w:rsidRPr="00AB790A">
        <w:rPr>
          <w:b/>
          <w:color w:val="333333"/>
          <w:sz w:val="36"/>
          <w:szCs w:val="36"/>
          <w:u w:val="single"/>
        </w:rPr>
        <w:t>Gauze</w:t>
      </w:r>
      <w:r>
        <w:rPr>
          <w:color w:val="333333"/>
          <w:sz w:val="36"/>
          <w:szCs w:val="36"/>
        </w:rPr>
        <w:t xml:space="preserve"> -</w:t>
      </w:r>
      <w:r w:rsidRPr="00AB790A">
        <w:rPr>
          <w:color w:val="333333"/>
          <w:sz w:val="36"/>
          <w:szCs w:val="36"/>
        </w:rPr>
        <w:t xml:space="preserve"> any thin and often transparent fabric made from any fiber in a plain or leno weave.</w:t>
      </w:r>
    </w:p>
    <w:p w:rsidR="00C67F23" w:rsidRPr="00AB790A" w:rsidRDefault="00C67F23" w:rsidP="008371BF">
      <w:pPr>
        <w:rPr>
          <w:color w:val="333333"/>
          <w:sz w:val="36"/>
          <w:szCs w:val="36"/>
        </w:rPr>
      </w:pPr>
      <w:r>
        <w:rPr>
          <w:color w:val="333333"/>
          <w:sz w:val="36"/>
          <w:szCs w:val="36"/>
        </w:rPr>
        <w:t xml:space="preserve">24. </w:t>
      </w:r>
      <w:r w:rsidRPr="00AB790A">
        <w:rPr>
          <w:b/>
          <w:color w:val="333333"/>
          <w:sz w:val="36"/>
          <w:szCs w:val="36"/>
          <w:u w:val="single"/>
        </w:rPr>
        <w:t>Cut</w:t>
      </w:r>
      <w:r w:rsidRPr="00AB790A">
        <w:rPr>
          <w:color w:val="33333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- </w:t>
      </w:r>
      <w:r w:rsidRPr="00AB790A">
        <w:rPr>
          <w:color w:val="333333"/>
          <w:sz w:val="36"/>
          <w:szCs w:val="36"/>
        </w:rPr>
        <w:t>to penetrate with or as if with a sharp-edged instrument or object</w:t>
      </w:r>
    </w:p>
    <w:p w:rsidR="00C67F23" w:rsidRPr="00AB790A" w:rsidRDefault="00C67F23" w:rsidP="008371BF">
      <w:pPr>
        <w:shd w:val="clear" w:color="auto" w:fill="FFFFFF"/>
        <w:rPr>
          <w:color w:val="333333"/>
          <w:sz w:val="36"/>
          <w:szCs w:val="36"/>
        </w:rPr>
      </w:pPr>
      <w:r>
        <w:rPr>
          <w:color w:val="333333"/>
          <w:sz w:val="36"/>
          <w:szCs w:val="36"/>
        </w:rPr>
        <w:t xml:space="preserve">25. </w:t>
      </w:r>
      <w:r w:rsidRPr="00AB790A">
        <w:rPr>
          <w:b/>
          <w:color w:val="333333"/>
          <w:sz w:val="36"/>
          <w:szCs w:val="36"/>
          <w:u w:val="single"/>
        </w:rPr>
        <w:t>Skin</w:t>
      </w:r>
      <w:r>
        <w:rPr>
          <w:color w:val="333333"/>
          <w:sz w:val="36"/>
          <w:szCs w:val="36"/>
        </w:rPr>
        <w:t xml:space="preserve"> -</w:t>
      </w:r>
      <w:r w:rsidRPr="00AB790A">
        <w:rPr>
          <w:color w:val="333333"/>
          <w:sz w:val="36"/>
          <w:szCs w:val="36"/>
        </w:rPr>
        <w:t xml:space="preserve"> the external covering or integument of an animal body, esp. when soft and flexible. </w:t>
      </w:r>
    </w:p>
    <w:p w:rsidR="00C67F23" w:rsidRPr="00AB790A" w:rsidRDefault="00C67F23" w:rsidP="008371BF">
      <w:pPr>
        <w:shd w:val="clear" w:color="auto" w:fill="FFFFFF"/>
        <w:rPr>
          <w:color w:val="333333"/>
          <w:sz w:val="36"/>
          <w:szCs w:val="36"/>
        </w:rPr>
      </w:pPr>
      <w:r>
        <w:rPr>
          <w:sz w:val="36"/>
          <w:szCs w:val="36"/>
        </w:rPr>
        <w:t xml:space="preserve">26. </w:t>
      </w:r>
      <w:r w:rsidRPr="00AB790A">
        <w:rPr>
          <w:b/>
          <w:sz w:val="36"/>
          <w:szCs w:val="36"/>
          <w:u w:val="single"/>
        </w:rPr>
        <w:t>Sting</w:t>
      </w:r>
      <w:r>
        <w:rPr>
          <w:sz w:val="36"/>
          <w:szCs w:val="36"/>
        </w:rPr>
        <w:t xml:space="preserve"> -</w:t>
      </w:r>
      <w:r w:rsidRPr="00AB790A">
        <w:rPr>
          <w:sz w:val="36"/>
          <w:szCs w:val="36"/>
        </w:rPr>
        <w:t xml:space="preserve"> </w:t>
      </w:r>
      <w:r w:rsidRPr="00AB790A">
        <w:rPr>
          <w:color w:val="333333"/>
          <w:sz w:val="36"/>
          <w:szCs w:val="36"/>
        </w:rPr>
        <w:t xml:space="preserve">to prick or wound with a sharp-pointed, often venom-bearing organ. </w:t>
      </w:r>
    </w:p>
    <w:p w:rsidR="00C67F23" w:rsidRPr="00AB790A" w:rsidRDefault="00C67F23" w:rsidP="008371BF">
      <w:pPr>
        <w:rPr>
          <w:color w:val="333333"/>
          <w:sz w:val="36"/>
          <w:szCs w:val="36"/>
        </w:rPr>
      </w:pPr>
      <w:r>
        <w:rPr>
          <w:sz w:val="36"/>
          <w:szCs w:val="36"/>
        </w:rPr>
        <w:t xml:space="preserve">27. </w:t>
      </w:r>
      <w:r w:rsidRPr="00AB790A">
        <w:rPr>
          <w:b/>
          <w:sz w:val="36"/>
          <w:szCs w:val="36"/>
          <w:u w:val="single"/>
        </w:rPr>
        <w:t>Bite</w:t>
      </w:r>
      <w:r>
        <w:rPr>
          <w:sz w:val="36"/>
          <w:szCs w:val="36"/>
        </w:rPr>
        <w:t xml:space="preserve"> -</w:t>
      </w:r>
      <w:r w:rsidRPr="00AB790A">
        <w:rPr>
          <w:sz w:val="36"/>
          <w:szCs w:val="36"/>
        </w:rPr>
        <w:t xml:space="preserve"> </w:t>
      </w:r>
      <w:r w:rsidRPr="00AB790A">
        <w:rPr>
          <w:color w:val="333333"/>
          <w:sz w:val="36"/>
          <w:szCs w:val="36"/>
        </w:rPr>
        <w:t>to cut, wound, or tear with the teeth</w:t>
      </w:r>
    </w:p>
    <w:p w:rsidR="00C67F23" w:rsidRPr="00AB790A" w:rsidRDefault="00C67F23" w:rsidP="008371BF">
      <w:pPr>
        <w:rPr>
          <w:sz w:val="36"/>
          <w:szCs w:val="36"/>
        </w:rPr>
      </w:pPr>
      <w:r>
        <w:rPr>
          <w:sz w:val="36"/>
          <w:szCs w:val="36"/>
        </w:rPr>
        <w:t xml:space="preserve">28. </w:t>
      </w:r>
      <w:r w:rsidRPr="00AB790A">
        <w:rPr>
          <w:b/>
          <w:sz w:val="36"/>
          <w:szCs w:val="36"/>
          <w:u w:val="single"/>
        </w:rPr>
        <w:t>Bruise</w:t>
      </w:r>
      <w:r w:rsidRPr="00AB790A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- </w:t>
      </w:r>
      <w:r w:rsidRPr="00AB790A">
        <w:rPr>
          <w:sz w:val="36"/>
          <w:szCs w:val="36"/>
        </w:rPr>
        <w:t>to injure by striking or pressing, without breaking the skin</w:t>
      </w:r>
    </w:p>
    <w:p w:rsidR="00C67F23" w:rsidRPr="00AB790A" w:rsidRDefault="00C67F23" w:rsidP="008371BF">
      <w:pPr>
        <w:rPr>
          <w:rFonts w:cs="Arial"/>
          <w:color w:val="000000"/>
          <w:sz w:val="36"/>
          <w:szCs w:val="36"/>
        </w:rPr>
      </w:pPr>
      <w:r>
        <w:rPr>
          <w:rFonts w:cs="Arial"/>
          <w:color w:val="000000"/>
          <w:sz w:val="36"/>
          <w:szCs w:val="36"/>
        </w:rPr>
        <w:t xml:space="preserve">29. </w:t>
      </w:r>
      <w:r w:rsidRPr="00AB790A">
        <w:rPr>
          <w:rFonts w:cs="Arial"/>
          <w:b/>
          <w:color w:val="000000"/>
          <w:sz w:val="36"/>
          <w:szCs w:val="36"/>
          <w:u w:val="single"/>
        </w:rPr>
        <w:t>Third degree burn</w:t>
      </w:r>
      <w:r w:rsidRPr="00AB790A">
        <w:rPr>
          <w:rFonts w:cs="Arial"/>
          <w:color w:val="000000"/>
          <w:sz w:val="36"/>
          <w:szCs w:val="36"/>
        </w:rPr>
        <w:t xml:space="preserve"> </w:t>
      </w:r>
      <w:r>
        <w:rPr>
          <w:rFonts w:cs="Arial"/>
          <w:color w:val="000000"/>
          <w:sz w:val="36"/>
          <w:szCs w:val="36"/>
        </w:rPr>
        <w:t xml:space="preserve">- </w:t>
      </w:r>
      <w:r w:rsidRPr="00AB790A">
        <w:rPr>
          <w:rFonts w:cs="Arial"/>
          <w:color w:val="000000"/>
          <w:sz w:val="36"/>
          <w:szCs w:val="36"/>
        </w:rPr>
        <w:t>Burn characterized by destruction of both epidermis and dermis</w:t>
      </w:r>
    </w:p>
    <w:p w:rsidR="00C67F23" w:rsidRPr="00FB3D4D" w:rsidRDefault="00C67F23" w:rsidP="00FB3D4D">
      <w:pPr>
        <w:tabs>
          <w:tab w:val="right" w:pos="9360"/>
        </w:tabs>
        <w:rPr>
          <w:sz w:val="36"/>
          <w:szCs w:val="36"/>
        </w:rPr>
      </w:pPr>
      <w:r w:rsidRPr="00FB3D4D">
        <w:rPr>
          <w:sz w:val="36"/>
          <w:szCs w:val="36"/>
        </w:rPr>
        <w:t xml:space="preserve">30. </w:t>
      </w:r>
      <w:r w:rsidRPr="00FB3D4D">
        <w:rPr>
          <w:b/>
          <w:sz w:val="36"/>
          <w:szCs w:val="36"/>
          <w:u w:val="single"/>
        </w:rPr>
        <w:t>First Degree burn</w:t>
      </w:r>
      <w:r w:rsidRPr="00FB3D4D">
        <w:rPr>
          <w:sz w:val="36"/>
          <w:szCs w:val="36"/>
        </w:rPr>
        <w:t xml:space="preserve"> - causing redness of the skin surface</w:t>
      </w:r>
    </w:p>
    <w:sectPr w:rsidR="00C67F23" w:rsidRPr="00FB3D4D" w:rsidSect="005B20F9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modern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C1679"/>
    <w:multiLevelType w:val="hybridMultilevel"/>
    <w:tmpl w:val="0E1E087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A0281F"/>
    <w:multiLevelType w:val="hybridMultilevel"/>
    <w:tmpl w:val="DB4C8BE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394"/>
    <w:rsid w:val="00011A42"/>
    <w:rsid w:val="0019542F"/>
    <w:rsid w:val="0026335D"/>
    <w:rsid w:val="002F2391"/>
    <w:rsid w:val="003457CD"/>
    <w:rsid w:val="004E137B"/>
    <w:rsid w:val="005B20F9"/>
    <w:rsid w:val="005E6D12"/>
    <w:rsid w:val="00776780"/>
    <w:rsid w:val="00832D21"/>
    <w:rsid w:val="008371BF"/>
    <w:rsid w:val="00912394"/>
    <w:rsid w:val="009A5616"/>
    <w:rsid w:val="00A71F16"/>
    <w:rsid w:val="00AB790A"/>
    <w:rsid w:val="00AE428F"/>
    <w:rsid w:val="00BD66BD"/>
    <w:rsid w:val="00C67F23"/>
    <w:rsid w:val="00C926B0"/>
    <w:rsid w:val="00FB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0F9"/>
    <w:pPr>
      <w:spacing w:after="200" w:line="276" w:lineRule="auto"/>
    </w:pPr>
    <w:rPr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1239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1954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3</Pages>
  <Words>372</Words>
  <Characters>2127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temperature</dc:creator>
  <cp:keywords/>
  <dc:description/>
  <cp:lastModifiedBy>leeke</cp:lastModifiedBy>
  <cp:revision>11</cp:revision>
  <dcterms:created xsi:type="dcterms:W3CDTF">2010-03-06T21:43:00Z</dcterms:created>
  <dcterms:modified xsi:type="dcterms:W3CDTF">2010-03-12T17:52:00Z</dcterms:modified>
</cp:coreProperties>
</file>